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-102439</wp:posOffset>
                </wp:positionH>
                <wp:positionV relativeFrom="paragraph">
                  <wp:posOffset>299898</wp:posOffset>
                </wp:positionV>
                <wp:extent cx="5954573" cy="2940710"/>
                <wp:effectExtent l="0" t="0" r="27305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4573" cy="29407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68.85pt;height:23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" filled="f" strokecolor="#7030a0" strokeweight="1pt"/>
            </w:pict>
          </mc:Fallback>
        </mc:AlternateContent>
      </w:r>
      <w:r w:rsidR="00CD6703">
        <w:rPr>
          <w:rFonts w:ascii="Arial" w:hAnsi="Arial" w:cs="Arial"/>
          <w:b/>
          <w:color w:val="7030A0"/>
          <w:sz w:val="28"/>
          <w:szCs w:val="28"/>
        </w:rPr>
        <w:t>MIKADO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9217A1" w:rsidP="0004767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Prêt</w:t>
      </w:r>
      <w:r w:rsidR="0004767E">
        <w:rPr>
          <w:rFonts w:ascii="Arial" w:hAnsi="Arial" w:cs="Arial"/>
        </w:rPr>
        <w:t>-e</w:t>
      </w:r>
      <w:proofErr w:type="spellEnd"/>
      <w:r w:rsidR="0004767E">
        <w:rPr>
          <w:rFonts w:ascii="Arial" w:hAnsi="Arial" w:cs="Arial"/>
        </w:rPr>
        <w:t xml:space="preserve"> ? P</w:t>
      </w:r>
      <w:r>
        <w:rPr>
          <w:rFonts w:ascii="Arial" w:hAnsi="Arial" w:cs="Arial"/>
        </w:rPr>
        <w:t>artez</w:t>
      </w:r>
      <w:r w:rsidR="0004767E">
        <w:rPr>
          <w:rFonts w:ascii="Arial" w:hAnsi="Arial" w:cs="Arial"/>
        </w:rPr>
        <w:t xml:space="preserve"> ! J</w:t>
      </w:r>
      <w:r w:rsidR="00F23763">
        <w:rPr>
          <w:rFonts w:ascii="Arial" w:hAnsi="Arial" w:cs="Arial"/>
        </w:rPr>
        <w:t>ouez</w:t>
      </w:r>
      <w:r w:rsidR="00A91469">
        <w:rPr>
          <w:rFonts w:ascii="Arial" w:hAnsi="Arial" w:cs="Arial"/>
        </w:rPr>
        <w:t xml:space="preserve"> au </w:t>
      </w:r>
      <w:r w:rsidR="00CD6703" w:rsidRPr="0004767E">
        <w:rPr>
          <w:rFonts w:ascii="Arial" w:hAnsi="Arial" w:cs="Arial"/>
        </w:rPr>
        <w:t xml:space="preserve">Mikado tout en apprenant quelques mots </w:t>
      </w:r>
      <w:r w:rsidR="00B16CDD" w:rsidRPr="0004767E">
        <w:rPr>
          <w:rFonts w:ascii="Arial" w:hAnsi="Arial" w:cs="Arial"/>
        </w:rPr>
        <w:t>dans une langue étrangère.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B16CDD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L1 11-12, L17, L27, L2 23, L2 24,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F2376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B16CDD">
        <w:rPr>
          <w:rFonts w:ascii="Arial" w:hAnsi="Arial" w:cs="Arial"/>
        </w:rPr>
        <w:t xml:space="preserve"> MSN11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B16CDD">
        <w:rPr>
          <w:rFonts w:ascii="Arial" w:hAnsi="Arial" w:cs="Arial"/>
        </w:rPr>
        <w:t xml:space="preserve"> SHS11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B16CDD">
        <w:rPr>
          <w:rFonts w:ascii="Arial" w:hAnsi="Arial" w:cs="Arial"/>
        </w:rPr>
        <w:t>A12AV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B16CDD">
        <w:rPr>
          <w:rFonts w:ascii="Arial" w:hAnsi="Arial" w:cs="Arial"/>
        </w:rPr>
        <w:t>CM12, CM14</w:t>
      </w:r>
      <w:r w:rsidR="00A61805">
        <w:rPr>
          <w:rFonts w:ascii="Arial" w:hAnsi="Arial" w:cs="Arial"/>
        </w:rPr>
        <w:t>, 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B16CDD">
        <w:rPr>
          <w:rFonts w:ascii="Arial" w:hAnsi="Arial" w:cs="Arial"/>
        </w:rPr>
        <w:t>FG13, FG14-15, FG18</w:t>
      </w:r>
      <w:r w:rsidR="00A61805">
        <w:rPr>
          <w:rFonts w:ascii="Arial" w:hAnsi="Arial" w:cs="Arial"/>
        </w:rPr>
        <w:t>, FG24, FG25, FG28</w:t>
      </w:r>
    </w:p>
    <w:p w:rsidR="00687DE3" w:rsidRDefault="00B16CDD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F23763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d'apprentissage, pensée créatrice </w:t>
      </w:r>
    </w:p>
    <w:p w:rsidR="00687DE3" w:rsidRDefault="00687DE3" w:rsidP="000F6CC9">
      <w:pPr>
        <w:rPr>
          <w:rFonts w:ascii="Arial" w:hAnsi="Arial" w:cs="Arial"/>
        </w:rPr>
      </w:pPr>
    </w:p>
    <w:p w:rsidR="004B3F3D" w:rsidRPr="00A9293A" w:rsidRDefault="00A9293A" w:rsidP="00A9293A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CD6E4E" w:rsidRDefault="00CD6E4E" w:rsidP="00CD6E4E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CD670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Default="0004767E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 j</w:t>
      </w:r>
      <w:r w:rsidR="00CD6703">
        <w:rPr>
          <w:rFonts w:ascii="Arial" w:hAnsi="Arial" w:cs="Arial"/>
          <w:b/>
        </w:rPr>
        <w:t xml:space="preserve">eu Mikado </w:t>
      </w:r>
    </w:p>
    <w:p w:rsidR="000F6CC9" w:rsidRPr="00716697" w:rsidRDefault="0004767E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f</w:t>
      </w:r>
      <w:r w:rsidR="000F6CC9">
        <w:rPr>
          <w:rFonts w:ascii="Arial" w:hAnsi="Arial" w:cs="Arial"/>
          <w:b/>
        </w:rPr>
        <w:t xml:space="preserve">euille vierge pour marquer les points </w:t>
      </w:r>
    </w:p>
    <w:sectPr w:rsidR="000F6CC9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4767E"/>
    <w:rsid w:val="000F6CC9"/>
    <w:rsid w:val="001A4A00"/>
    <w:rsid w:val="00323E02"/>
    <w:rsid w:val="003F707B"/>
    <w:rsid w:val="004163C9"/>
    <w:rsid w:val="004B3F3D"/>
    <w:rsid w:val="00507F03"/>
    <w:rsid w:val="00687DE3"/>
    <w:rsid w:val="00716697"/>
    <w:rsid w:val="009217A1"/>
    <w:rsid w:val="0094240B"/>
    <w:rsid w:val="00A61805"/>
    <w:rsid w:val="00A91469"/>
    <w:rsid w:val="00A9293A"/>
    <w:rsid w:val="00B16CDD"/>
    <w:rsid w:val="00CD6703"/>
    <w:rsid w:val="00CD6E4E"/>
    <w:rsid w:val="00D61C79"/>
    <w:rsid w:val="00D660C8"/>
    <w:rsid w:val="00D75DB1"/>
    <w:rsid w:val="00DB63F5"/>
    <w:rsid w:val="00DF5E50"/>
    <w:rsid w:val="00F2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ECD8733A.dotm</Template>
  <TotalTime>2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2019-07-23T14:05:00Z</dcterms:created>
  <dcterms:modified xsi:type="dcterms:W3CDTF">2019-07-26T15:58:00Z</dcterms:modified>
</cp:coreProperties>
</file>